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bookmarkStart w:id="0" w:name="_GoBack"/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result w:val="2"/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1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3B2834">
        <w:rPr>
          <w:rFonts w:asciiTheme="minorHAnsi" w:hAnsiTheme="minorHAnsi"/>
          <w:b/>
          <w:sz w:val="52"/>
        </w:rPr>
      </w:r>
      <w:r w:rsidR="003B2834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1"/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2" w:name="An_Name"/>
            <w:bookmarkEnd w:id="2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4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4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B2834">
              <w:rPr>
                <w:rFonts w:asciiTheme="minorHAnsi" w:hAnsiTheme="minorHAnsi"/>
                <w:sz w:val="20"/>
              </w:rPr>
            </w:r>
            <w:r w:rsidR="003B2834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3B2834">
              <w:rPr>
                <w:rFonts w:asciiTheme="minorHAnsi" w:hAnsiTheme="minorHAnsi"/>
                <w:noProof/>
                <w:sz w:val="20"/>
              </w:rPr>
              <w:t>31.07.2016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6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B2834">
              <w:rPr>
                <w:rFonts w:asciiTheme="minorHAnsi" w:hAnsiTheme="minorHAnsi"/>
                <w:sz w:val="20"/>
              </w:rPr>
            </w:r>
            <w:r w:rsidR="003B2834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3B2834">
              <w:rPr>
                <w:rFonts w:asciiTheme="minorHAnsi" w:hAnsiTheme="minorHAnsi"/>
                <w:noProof/>
                <w:sz w:val="20"/>
              </w:rPr>
              <w:t>11:49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B2834">
              <w:rPr>
                <w:rFonts w:asciiTheme="minorHAnsi" w:hAnsiTheme="minorHAnsi"/>
                <w:sz w:val="20"/>
              </w:rPr>
            </w:r>
            <w:r w:rsidR="003B2834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3B2834">
              <w:rPr>
                <w:rFonts w:asciiTheme="minorHAnsi" w:hAnsiTheme="minorHAnsi"/>
                <w:sz w:val="20"/>
              </w:rPr>
            </w:r>
            <w:r w:rsidR="003B2834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8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Dokument8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DB09E7">
        <w:rPr>
          <w:rFonts w:asciiTheme="minorHAnsi" w:hAnsiTheme="minorHAnsi"/>
          <w:sz w:val="22"/>
        </w:rPr>
        <w:t xml:space="preserve">er Herr </w:t>
      </w:r>
      <w:proofErr w:type="spellStart"/>
      <w:r w:rsidR="00DB09E7">
        <w:rPr>
          <w:rFonts w:asciiTheme="minorHAnsi" w:hAnsiTheme="minorHAnsi"/>
          <w:sz w:val="22"/>
        </w:rPr>
        <w:t>Klager</w:t>
      </w:r>
      <w:proofErr w:type="spellEnd"/>
      <w:r w:rsidR="00DB09E7">
        <w:rPr>
          <w:rFonts w:asciiTheme="minorHAnsi" w:hAnsiTheme="minorHAnsi"/>
          <w:sz w:val="22"/>
        </w:rPr>
        <w:t>,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DB09E7" w:rsidP="00250EB2">
      <w:pPr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wir</w:t>
      </w:r>
      <w:proofErr w:type="gramEnd"/>
      <w:r>
        <w:rPr>
          <w:rFonts w:asciiTheme="minorHAnsi" w:hAnsiTheme="minorHAnsi"/>
          <w:sz w:val="22"/>
        </w:rPr>
        <w:t xml:space="preserve"> erwarten Ihren Bericht zur Vorlage 12/2013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DB09E7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</w:t>
      </w:r>
      <w:r w:rsidR="00250EB2" w:rsidRPr="00504F81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Huber</w:t>
      </w:r>
    </w:p>
    <w:p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E7"/>
    <w:rsid w:val="00250EB2"/>
    <w:rsid w:val="00266477"/>
    <w:rsid w:val="00314CD2"/>
    <w:rsid w:val="003B2834"/>
    <w:rsid w:val="00423C31"/>
    <w:rsid w:val="004B6BF6"/>
    <w:rsid w:val="009F5B13"/>
    <w:rsid w:val="00B1114F"/>
    <w:rsid w:val="00CC4D6D"/>
    <w:rsid w:val="00CF2498"/>
    <w:rsid w:val="00D14FB1"/>
    <w:rsid w:val="00D32F84"/>
    <w:rsid w:val="00D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8EAFF-74D9-41C5-BC90-E5053396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3%20A3-2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D1850-FFA0-4F5E-8ED6-40D5FDBB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5</cp:revision>
  <dcterms:created xsi:type="dcterms:W3CDTF">2013-05-03T17:03:00Z</dcterms:created>
  <dcterms:modified xsi:type="dcterms:W3CDTF">2016-07-31T09:50:00Z</dcterms:modified>
</cp:coreProperties>
</file>